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B6067" w14:textId="77777777" w:rsidR="00641537" w:rsidRPr="00641537" w:rsidRDefault="00641537" w:rsidP="00641537">
      <w:pPr>
        <w:jc w:val="center"/>
        <w:textAlignment w:val="baseline"/>
        <w:outlineLvl w:val="0"/>
        <w:rPr>
          <w:rFonts w:asciiTheme="minorHAnsi" w:hAnsiTheme="minorHAnsi" w:cstheme="minorHAnsi"/>
          <w:color w:val="134D8E"/>
          <w:kern w:val="36"/>
          <w:sz w:val="21"/>
          <w:szCs w:val="21"/>
        </w:rPr>
      </w:pPr>
      <w:r w:rsidRPr="00641537">
        <w:rPr>
          <w:rFonts w:asciiTheme="minorHAnsi" w:hAnsiTheme="minorHAnsi" w:cstheme="minorHAnsi"/>
          <w:color w:val="134D8E"/>
          <w:kern w:val="36"/>
          <w:sz w:val="21"/>
          <w:szCs w:val="21"/>
        </w:rPr>
        <w:t>KLAUZULA INFORMACYJNA O PRZETWARZANIU DANYCH OSOBOWYCH</w:t>
      </w:r>
    </w:p>
    <w:p w14:paraId="79DE517E" w14:textId="06E351C1" w:rsidR="00641537" w:rsidRPr="00696BBA" w:rsidRDefault="00641537" w:rsidP="00641537">
      <w:pPr>
        <w:tabs>
          <w:tab w:val="left" w:pos="4010"/>
        </w:tabs>
        <w:jc w:val="center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w Narodowym Centrum Badań Jądrowych</w:t>
      </w:r>
      <w:r w:rsidR="006539EE">
        <w:rPr>
          <w:rFonts w:asciiTheme="minorHAnsi" w:hAnsiTheme="minorHAnsi" w:cstheme="minorHAnsi"/>
          <w:sz w:val="21"/>
          <w:szCs w:val="21"/>
        </w:rPr>
        <w:t xml:space="preserve"> Ośrodek Radioizotopów POLA</w:t>
      </w:r>
      <w:r w:rsidR="00A117B9">
        <w:rPr>
          <w:rFonts w:asciiTheme="minorHAnsi" w:hAnsiTheme="minorHAnsi" w:cstheme="minorHAnsi"/>
          <w:sz w:val="21"/>
          <w:szCs w:val="21"/>
        </w:rPr>
        <w:t>TOM</w:t>
      </w:r>
    </w:p>
    <w:p w14:paraId="60E93533" w14:textId="77777777" w:rsidR="00641537" w:rsidRPr="00696BBA" w:rsidRDefault="00641537" w:rsidP="00641537">
      <w:pPr>
        <w:tabs>
          <w:tab w:val="left" w:pos="4010"/>
        </w:tabs>
        <w:jc w:val="center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dot. </w:t>
      </w:r>
      <w:r w:rsidR="00B74C9D" w:rsidRPr="00696BBA">
        <w:rPr>
          <w:rFonts w:asciiTheme="minorHAnsi" w:hAnsiTheme="minorHAnsi" w:cstheme="minorHAnsi"/>
          <w:sz w:val="21"/>
          <w:szCs w:val="21"/>
        </w:rPr>
        <w:t>realizacji zamówienia publicznego</w:t>
      </w:r>
    </w:p>
    <w:p w14:paraId="6DAACB0D" w14:textId="77777777" w:rsidR="00641537" w:rsidRPr="00696BBA" w:rsidRDefault="00641537" w:rsidP="00641537">
      <w:pPr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</w:p>
    <w:p w14:paraId="4C3CB6A5" w14:textId="77777777" w:rsidR="00641537" w:rsidRPr="00696BBA" w:rsidRDefault="00641537" w:rsidP="00641537">
      <w:pPr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Zgodnie z art.</w:t>
      </w:r>
      <w:r w:rsidR="000E2F4A" w:rsidRPr="00696BBA">
        <w:rPr>
          <w:rFonts w:asciiTheme="minorHAnsi" w:hAnsiTheme="minorHAnsi" w:cstheme="minorHAnsi"/>
          <w:sz w:val="21"/>
          <w:szCs w:val="21"/>
        </w:rPr>
        <w:t xml:space="preserve"> 13 i </w:t>
      </w:r>
      <w:r w:rsidRPr="00696BBA">
        <w:rPr>
          <w:rFonts w:asciiTheme="minorHAnsi" w:hAnsiTheme="minorHAnsi" w:cstheme="minorHAnsi"/>
          <w:sz w:val="21"/>
          <w:szCs w:val="21"/>
        </w:rPr>
        <w:t xml:space="preserve"> 14 Rozporządzenia Parlamentu Europejskiego i Rady (UE) 2016/679 z dnia 27.04. 2016 r. w sprawie ochrony osób fizycznych w związku z przetwarzaniem danych osobowych i w sprawie swobodnego przepływu takich danych oraz uchylenia dyrektywy 95/46/WE (RODO), informujemy że: </w:t>
      </w:r>
    </w:p>
    <w:p w14:paraId="5037BAC5" w14:textId="77777777" w:rsidR="00641537" w:rsidRPr="00696BBA" w:rsidRDefault="00641537" w:rsidP="0064153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Administratorem Państwa danych osobowych jest Narodowe Centrum Badań Jądrowych </w:t>
      </w:r>
      <w:r w:rsidR="006539EE">
        <w:rPr>
          <w:rFonts w:asciiTheme="minorHAnsi" w:hAnsiTheme="minorHAnsi" w:cstheme="minorHAnsi"/>
          <w:sz w:val="21"/>
          <w:szCs w:val="21"/>
        </w:rPr>
        <w:t xml:space="preserve">Ośrodek Radioizotopów POLATOM </w:t>
      </w:r>
      <w:r w:rsidRPr="00696BBA">
        <w:rPr>
          <w:rFonts w:asciiTheme="minorHAnsi" w:hAnsiTheme="minorHAnsi" w:cstheme="minorHAnsi"/>
          <w:sz w:val="21"/>
          <w:szCs w:val="21"/>
        </w:rPr>
        <w:t xml:space="preserve">(dalej jako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) z siedzibą w Otwocku, ul. Andrzeja Sołtana 7, 05-400 Otwock. </w:t>
      </w:r>
    </w:p>
    <w:p w14:paraId="050507D0" w14:textId="77777777" w:rsidR="00641537" w:rsidRPr="00641537" w:rsidRDefault="00641537" w:rsidP="0064153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color w:val="353535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Może się Pani/Pan skontaktować z Inspektorem Ochrony Danych w NCBJ</w:t>
      </w:r>
      <w:r w:rsidR="006539EE">
        <w:rPr>
          <w:rFonts w:asciiTheme="minorHAnsi" w:hAnsiTheme="minorHAnsi" w:cstheme="minorHAnsi"/>
          <w:sz w:val="21"/>
          <w:szCs w:val="21"/>
        </w:rPr>
        <w:t>/POLATOM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, na adres podany powyżej lub pod adresem </w:t>
      </w:r>
      <w:hyperlink r:id="rId11" w:history="1">
        <w:r w:rsidRPr="00641537">
          <w:rPr>
            <w:rFonts w:asciiTheme="minorHAnsi" w:hAnsiTheme="minorHAnsi" w:cstheme="minorHAnsi"/>
            <w:color w:val="004494"/>
            <w:sz w:val="21"/>
            <w:szCs w:val="21"/>
            <w:bdr w:val="none" w:sz="0" w:space="0" w:color="auto" w:frame="1"/>
          </w:rPr>
          <w:t>iod@ncbj.gov.pl</w:t>
        </w:r>
      </w:hyperlink>
      <w:r w:rsidRPr="00641537">
        <w:rPr>
          <w:rFonts w:asciiTheme="minorHAnsi" w:hAnsiTheme="minorHAnsi" w:cstheme="minorHAnsi"/>
          <w:color w:val="353535"/>
          <w:sz w:val="21"/>
          <w:szCs w:val="21"/>
        </w:rPr>
        <w:t xml:space="preserve">. </w:t>
      </w:r>
    </w:p>
    <w:p w14:paraId="2D096DC9" w14:textId="77777777" w:rsidR="00F903AE" w:rsidRPr="00696BBA" w:rsidRDefault="00641537" w:rsidP="003F763E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Administrator danych osobowych przetwarza Pani/Pana dane osobowe na podstawie obowiązujących przepisów prawa, w tym</w:t>
      </w:r>
      <w:r w:rsidR="00737AB7" w:rsidRPr="00696BBA">
        <w:rPr>
          <w:rFonts w:asciiTheme="minorHAnsi" w:hAnsiTheme="minorHAnsi" w:cstheme="minorHAnsi"/>
          <w:sz w:val="21"/>
          <w:szCs w:val="21"/>
        </w:rPr>
        <w:t>:</w:t>
      </w:r>
      <w:r w:rsidRPr="00696BBA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5DC58CD6" w14:textId="77777777" w:rsidR="00737AB7" w:rsidRPr="00696BBA" w:rsidRDefault="00641537" w:rsidP="00737AB7">
      <w:pPr>
        <w:pStyle w:val="Akapitzlist"/>
        <w:numPr>
          <w:ilvl w:val="2"/>
          <w:numId w:val="23"/>
        </w:numPr>
        <w:ind w:left="993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ustawy z </w:t>
      </w:r>
      <w:r w:rsidR="00F903AE" w:rsidRPr="00696BBA">
        <w:rPr>
          <w:rFonts w:asciiTheme="minorHAnsi" w:hAnsiTheme="minorHAnsi" w:cstheme="minorHAnsi"/>
          <w:sz w:val="21"/>
          <w:szCs w:val="21"/>
        </w:rPr>
        <w:t>11 września 2019 r. pzp oraz przepisów wykonawczych do tej ustawy</w:t>
      </w:r>
    </w:p>
    <w:p w14:paraId="7EB8DF41" w14:textId="77777777" w:rsidR="00F903AE" w:rsidRPr="00696BBA" w:rsidRDefault="00F903AE" w:rsidP="00737AB7">
      <w:pPr>
        <w:pStyle w:val="Akapitzlist"/>
        <w:numPr>
          <w:ilvl w:val="2"/>
          <w:numId w:val="23"/>
        </w:numPr>
        <w:ind w:left="993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ustawy z 14 lipca 1983r. o narodowym zasobie archiwalnym i archiwach</w:t>
      </w:r>
    </w:p>
    <w:p w14:paraId="1559C7F0" w14:textId="77777777" w:rsidR="00641537" w:rsidRPr="00696BBA" w:rsidRDefault="00641537" w:rsidP="0064153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Pani/Pana dane osobowe przetwarzane są w celu: </w:t>
      </w:r>
    </w:p>
    <w:p w14:paraId="3057F776" w14:textId="77777777" w:rsidR="00F903AE" w:rsidRPr="00F903AE" w:rsidRDefault="00F903AE" w:rsidP="00F903AE">
      <w:pPr>
        <w:pStyle w:val="Akapitzlist"/>
        <w:jc w:val="both"/>
        <w:rPr>
          <w:rFonts w:cstheme="minorHAnsi"/>
          <w:color w:val="000000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903AE" w:rsidRPr="00F903AE" w14:paraId="42175CC9" w14:textId="77777777" w:rsidTr="00F903AE">
        <w:tc>
          <w:tcPr>
            <w:tcW w:w="4530" w:type="dxa"/>
          </w:tcPr>
          <w:p w14:paraId="39BD4954" w14:textId="77777777"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b/>
                <w:sz w:val="21"/>
                <w:szCs w:val="21"/>
              </w:rPr>
              <w:t>Cel przetwarzania</w:t>
            </w:r>
          </w:p>
        </w:tc>
        <w:tc>
          <w:tcPr>
            <w:tcW w:w="4530" w:type="dxa"/>
          </w:tcPr>
          <w:p w14:paraId="2DB2DEBA" w14:textId="77777777"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b/>
                <w:sz w:val="21"/>
                <w:szCs w:val="21"/>
              </w:rPr>
              <w:t>Podstawa prawna przetwarzania</w:t>
            </w:r>
          </w:p>
        </w:tc>
      </w:tr>
      <w:tr w:rsidR="00F903AE" w:rsidRPr="00F903AE" w14:paraId="7F48298D" w14:textId="77777777" w:rsidTr="00F903AE">
        <w:tc>
          <w:tcPr>
            <w:tcW w:w="4530" w:type="dxa"/>
          </w:tcPr>
          <w:p w14:paraId="154F7559" w14:textId="77777777" w:rsidR="00F903AE" w:rsidRPr="00F903AE" w:rsidRDefault="00F903AE" w:rsidP="00CF74F8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Prowadzenie postępowania o udzielenie zamówienia publicznego</w:t>
            </w:r>
          </w:p>
        </w:tc>
        <w:tc>
          <w:tcPr>
            <w:tcW w:w="4530" w:type="dxa"/>
          </w:tcPr>
          <w:p w14:paraId="24558125" w14:textId="77777777"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N</w:t>
            </w: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iezbędność przetwarzania do wypełnienia obowiązku prawnego ciążącego na administratorze (art. 6 ust. 1 lit. c RODO)</w:t>
            </w:r>
          </w:p>
        </w:tc>
      </w:tr>
      <w:tr w:rsidR="00F903AE" w:rsidRPr="00F903AE" w14:paraId="07576419" w14:textId="77777777" w:rsidTr="00F903AE">
        <w:tc>
          <w:tcPr>
            <w:tcW w:w="4530" w:type="dxa"/>
          </w:tcPr>
          <w:p w14:paraId="0E6F0082" w14:textId="77777777"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Realizacja umów zawartych z kontrahentami</w:t>
            </w:r>
          </w:p>
        </w:tc>
        <w:tc>
          <w:tcPr>
            <w:tcW w:w="4530" w:type="dxa"/>
          </w:tcPr>
          <w:p w14:paraId="53733F7C" w14:textId="77777777"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N</w:t>
            </w: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iezbędność przetwarzania do wykonania umowy (art. 6 ust. 1 lit. b RODO)</w:t>
            </w:r>
          </w:p>
        </w:tc>
      </w:tr>
      <w:tr w:rsidR="00F903AE" w:rsidRPr="00F903AE" w14:paraId="011CECB1" w14:textId="77777777" w:rsidTr="00F903AE">
        <w:tc>
          <w:tcPr>
            <w:tcW w:w="4530" w:type="dxa"/>
          </w:tcPr>
          <w:p w14:paraId="3EA7C3B6" w14:textId="77777777"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Obsługa działań związanych z prowadzonym zamówieniem</w:t>
            </w:r>
          </w:p>
        </w:tc>
        <w:tc>
          <w:tcPr>
            <w:tcW w:w="4530" w:type="dxa"/>
          </w:tcPr>
          <w:p w14:paraId="450BF289" w14:textId="77777777"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N</w:t>
            </w: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iezbędność przetwarzania do wykonania umowy (art. 6 ust. 1 lit. b RODO)</w:t>
            </w:r>
          </w:p>
          <w:p w14:paraId="76644E4E" w14:textId="77777777" w:rsidR="00D22CDD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w celu wypełnienia obowiązku prawnego (art. 6 ust. 1 lit. c RODO)</w:t>
            </w:r>
          </w:p>
        </w:tc>
      </w:tr>
      <w:tr w:rsidR="00F903AE" w:rsidRPr="00641537" w14:paraId="651C4B45" w14:textId="77777777" w:rsidTr="00CF74F8">
        <w:tc>
          <w:tcPr>
            <w:tcW w:w="4530" w:type="dxa"/>
          </w:tcPr>
          <w:p w14:paraId="4DB0FA92" w14:textId="77777777" w:rsidR="00F903AE" w:rsidRDefault="00F903AE" w:rsidP="00CF74F8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Podczas pobytu na terenie NCBJ</w:t>
            </w:r>
            <w:r w:rsidR="006539EE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/POLATOM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:</w:t>
            </w:r>
          </w:p>
          <w:p w14:paraId="19899CB1" w14:textId="77777777" w:rsidR="00F903AE" w:rsidRPr="00771649" w:rsidRDefault="00F903AE" w:rsidP="00CF74F8">
            <w:pPr>
              <w:pStyle w:val="Akapitzlist"/>
              <w:numPr>
                <w:ilvl w:val="0"/>
                <w:numId w:val="25"/>
              </w:numPr>
              <w:ind w:left="316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71649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Zapewnienie bezpieczeństwa osób i mienia oraz przeciwdziałanie naruszeniom prawa,</w:t>
            </w:r>
          </w:p>
          <w:p w14:paraId="4F4CF596" w14:textId="77777777" w:rsidR="00F903AE" w:rsidRPr="00771649" w:rsidRDefault="00F903AE" w:rsidP="00CF74F8">
            <w:pPr>
              <w:pStyle w:val="Akapitzlist"/>
              <w:numPr>
                <w:ilvl w:val="0"/>
                <w:numId w:val="25"/>
              </w:numPr>
              <w:ind w:left="316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71649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Kontrola wstępu na teren NCBJ</w:t>
            </w:r>
            <w:r w:rsidR="006539EE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/POLATOM</w:t>
            </w:r>
            <w:r w:rsidRPr="00771649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,</w:t>
            </w:r>
          </w:p>
          <w:p w14:paraId="567659AD" w14:textId="77777777" w:rsidR="00F903AE" w:rsidRPr="00771649" w:rsidRDefault="00F903AE" w:rsidP="00CF74F8">
            <w:pPr>
              <w:pStyle w:val="Akapitzlist"/>
              <w:numPr>
                <w:ilvl w:val="0"/>
                <w:numId w:val="25"/>
              </w:numPr>
              <w:ind w:left="316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71649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Kontrola materiałów i składników majątkowych wnoszonych i wynoszonych z terenu NCBJ</w:t>
            </w:r>
            <w:r w:rsidR="006539EE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/ POLATOM.</w:t>
            </w:r>
          </w:p>
        </w:tc>
        <w:tc>
          <w:tcPr>
            <w:tcW w:w="4530" w:type="dxa"/>
          </w:tcPr>
          <w:p w14:paraId="155B280E" w14:textId="77777777" w:rsidR="00F903AE" w:rsidRPr="00641537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3F763E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Niezbędność przetwarzania do wykonania zadania realizowanego w interesie publicznym (art. 6 ust. 1 lit. e i art. 9 ust. 2 lit. g RODO)</w:t>
            </w:r>
          </w:p>
        </w:tc>
      </w:tr>
      <w:tr w:rsidR="00F903AE" w:rsidRPr="00F903AE" w14:paraId="4B848945" w14:textId="77777777" w:rsidTr="00F903AE">
        <w:tc>
          <w:tcPr>
            <w:tcW w:w="4530" w:type="dxa"/>
          </w:tcPr>
          <w:p w14:paraId="09807A06" w14:textId="77777777"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Przetwarzanie danych na podstawie zgody</w:t>
            </w:r>
          </w:p>
        </w:tc>
        <w:tc>
          <w:tcPr>
            <w:tcW w:w="4530" w:type="dxa"/>
          </w:tcPr>
          <w:p w14:paraId="20D5F77F" w14:textId="77777777"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rzesłanką legalizującą przetwarzanie jest zgoda wyrażona poprzez akt uczestnictwa w postępowaniu o zamówienie publiczne (art. 6 ust. 1 lit a RODO)</w:t>
            </w:r>
          </w:p>
        </w:tc>
      </w:tr>
    </w:tbl>
    <w:p w14:paraId="3692F681" w14:textId="77777777" w:rsidR="00F903AE" w:rsidRDefault="00F903AE" w:rsidP="003F763E">
      <w:pPr>
        <w:ind w:left="600"/>
        <w:jc w:val="both"/>
        <w:textAlignment w:val="baseline"/>
        <w:rPr>
          <w:rFonts w:asciiTheme="minorHAnsi" w:hAnsiTheme="minorHAnsi" w:cstheme="minorHAnsi"/>
          <w:color w:val="353535"/>
          <w:sz w:val="21"/>
          <w:szCs w:val="21"/>
        </w:rPr>
      </w:pPr>
    </w:p>
    <w:p w14:paraId="3F0795EB" w14:textId="77777777" w:rsidR="00962E47" w:rsidRPr="00696BBA" w:rsidRDefault="00962E47" w:rsidP="00962E4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W związku z przetwarzaniem danych osobowych w celach, o których mowa w pkt 4, Pani/Pana dane osobowe przekazywane są zainteresowanym podmiotom i osobom, gdyż co do zasady postępowanie o udzielenie zamówienia publicznego jest jawne. Ponadto odbiorcami danych osobowych mogą być inne podmioty i osoby, które na podstawie sto</w:t>
      </w:r>
      <w:r w:rsidR="006539EE">
        <w:rPr>
          <w:rFonts w:asciiTheme="minorHAnsi" w:hAnsiTheme="minorHAnsi" w:cstheme="minorHAnsi"/>
          <w:sz w:val="21"/>
          <w:szCs w:val="21"/>
        </w:rPr>
        <w:t xml:space="preserve">sownych umów podpisanych z POLATOM </w:t>
      </w:r>
      <w:r w:rsidRPr="00696BBA">
        <w:rPr>
          <w:rFonts w:asciiTheme="minorHAnsi" w:hAnsiTheme="minorHAnsi" w:cstheme="minorHAnsi"/>
          <w:sz w:val="21"/>
          <w:szCs w:val="21"/>
        </w:rPr>
        <w:t xml:space="preserve">przetwarzają dane osobowe, dla których Administratorem jest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, bądź wobec których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 zobowiązany jest do wykazania rozliczalności projektu/umowy.</w:t>
      </w:r>
      <w:r w:rsidR="004D15FD" w:rsidRPr="00696BBA">
        <w:rPr>
          <w:rFonts w:asciiTheme="minorHAnsi" w:hAnsiTheme="minorHAnsi" w:cstheme="minorHAnsi"/>
          <w:sz w:val="21"/>
          <w:szCs w:val="21"/>
        </w:rPr>
        <w:t xml:space="preserve"> W szczególności Pa</w:t>
      </w:r>
      <w:r w:rsidR="00FF704B" w:rsidRPr="00696BBA">
        <w:rPr>
          <w:rFonts w:asciiTheme="minorHAnsi" w:hAnsiTheme="minorHAnsi" w:cstheme="minorHAnsi"/>
          <w:sz w:val="21"/>
          <w:szCs w:val="21"/>
        </w:rPr>
        <w:t>n</w:t>
      </w:r>
      <w:r w:rsidR="004D15FD" w:rsidRPr="00696BBA">
        <w:rPr>
          <w:rFonts w:asciiTheme="minorHAnsi" w:hAnsiTheme="minorHAnsi" w:cstheme="minorHAnsi"/>
          <w:sz w:val="21"/>
          <w:szCs w:val="21"/>
        </w:rPr>
        <w:t>i/Pana dane będą przetwarzane przez dostawcę platformy zakupowej do obsługi zamówień publicznych, zgodnie z zawartą umową powierzenia przetwarzania danych osobowych.</w:t>
      </w:r>
    </w:p>
    <w:p w14:paraId="210F3728" w14:textId="77777777" w:rsidR="00962E47" w:rsidRPr="00696BBA" w:rsidRDefault="00962E47" w:rsidP="00962E4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Pani/Pana dane osobowe będą przechowywane na podstawie art. 78 pzp, tj. przez okres 4 lat od dnia zakończenia postępowania o udzielenie zamówienia, a w przypadku zawarcia umowy o zamówienie publiczne, której okres obowiązywania przekracza 4 lata, czas </w:t>
      </w:r>
      <w:bookmarkStart w:id="0" w:name="highlightHit_9"/>
      <w:bookmarkEnd w:id="0"/>
      <w:r w:rsidRPr="00696BBA">
        <w:rPr>
          <w:rFonts w:asciiTheme="minorHAnsi" w:hAnsiTheme="minorHAnsi" w:cstheme="minorHAnsi"/>
          <w:sz w:val="21"/>
          <w:szCs w:val="21"/>
        </w:rPr>
        <w:t>przechowywania będzie zgodny z okresem jej obowiązywania oraz zgodny z realizacją celów określonych w pkt 4 powyżej.</w:t>
      </w:r>
      <w:r w:rsidR="003D09E4" w:rsidRPr="00696BBA">
        <w:rPr>
          <w:rFonts w:asciiTheme="minorHAnsi" w:hAnsiTheme="minorHAnsi" w:cstheme="minorHAnsi"/>
          <w:sz w:val="21"/>
          <w:szCs w:val="21"/>
        </w:rPr>
        <w:t xml:space="preserve"> Ponadto z uwagi na obowiązek stosowania przez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="003D09E4" w:rsidRPr="00696BBA">
        <w:rPr>
          <w:rFonts w:asciiTheme="minorHAnsi" w:hAnsiTheme="minorHAnsi" w:cstheme="minorHAnsi"/>
          <w:sz w:val="21"/>
          <w:szCs w:val="21"/>
        </w:rPr>
        <w:t xml:space="preserve"> przepisów ustawy o narodowym zasobie archiwalnym i o archiwach, okresy przechowywania, w zależności od rodzaju dokumentów w ramach pzp, podlegają tym regulacjom.</w:t>
      </w:r>
    </w:p>
    <w:p w14:paraId="5FC3CAC0" w14:textId="77777777" w:rsidR="00962E47" w:rsidRPr="00696BBA" w:rsidRDefault="00962E47" w:rsidP="00962E4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lastRenderedPageBreak/>
        <w:t xml:space="preserve">W związku z przetwarzaniem Pani/Pana danych osobowych przysługują Pani/Panu następujące uprawnienia: </w:t>
      </w:r>
    </w:p>
    <w:p w14:paraId="7546240E" w14:textId="77777777" w:rsidR="00962E47" w:rsidRPr="00696BBA" w:rsidRDefault="00962E47" w:rsidP="00962E47">
      <w:pPr>
        <w:numPr>
          <w:ilvl w:val="1"/>
          <w:numId w:val="24"/>
        </w:numPr>
        <w:tabs>
          <w:tab w:val="clear" w:pos="1440"/>
          <w:tab w:val="num" w:pos="1134"/>
        </w:tabs>
        <w:ind w:left="1134" w:hanging="567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Art. 15 RODO - prawo dostępu do danych osobowych oraz otrzymania ich kopii, </w:t>
      </w:r>
    </w:p>
    <w:p w14:paraId="1EE2140A" w14:textId="77777777" w:rsidR="00962E47" w:rsidRPr="00696BBA" w:rsidRDefault="00962E47" w:rsidP="00962E47">
      <w:pPr>
        <w:numPr>
          <w:ilvl w:val="1"/>
          <w:numId w:val="24"/>
        </w:numPr>
        <w:tabs>
          <w:tab w:val="clear" w:pos="1440"/>
          <w:tab w:val="num" w:pos="1134"/>
        </w:tabs>
        <w:ind w:left="1134" w:hanging="567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Art. 16 RODO - prawo do żądania sprostowania lub uzupełnienia danych osobowych, przy czym żądanie to nie może skutkować zmianą wyniku postępowania o udzielenie zamówienia ani zmianą postanowień umowy w sprawie zamówienia publicznego </w:t>
      </w:r>
      <w:r w:rsidRPr="00696BBA">
        <w:rPr>
          <w:rFonts w:asciiTheme="minorHAnsi" w:hAnsiTheme="minorHAnsi" w:cstheme="minorHAnsi"/>
          <w:sz w:val="21"/>
          <w:szCs w:val="21"/>
        </w:rPr>
        <w:br/>
        <w:t>w zakresie niezgodnym z ustawą (art. 19 ust. 2 pzp).</w:t>
      </w:r>
    </w:p>
    <w:p w14:paraId="62278D49" w14:textId="77777777" w:rsidR="00962E47" w:rsidRPr="00696BBA" w:rsidRDefault="00962E47" w:rsidP="00962E47">
      <w:pPr>
        <w:numPr>
          <w:ilvl w:val="1"/>
          <w:numId w:val="24"/>
        </w:numPr>
        <w:tabs>
          <w:tab w:val="clear" w:pos="1440"/>
          <w:tab w:val="num" w:pos="1134"/>
        </w:tabs>
        <w:ind w:left="1134" w:hanging="567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Art. 17 RODO - prawo do żądania usunięcia danych osobowych (tzw. prawo do bycia zapomnianym), chyba że usunięcie danych osobowych nie jest możliwe stosownie do art. 17 ust. 3 b), d) lub e) RODO.</w:t>
      </w:r>
    </w:p>
    <w:p w14:paraId="22641891" w14:textId="77777777" w:rsidR="00962E47" w:rsidRPr="00696BBA" w:rsidRDefault="00962E47" w:rsidP="00962E47">
      <w:pPr>
        <w:numPr>
          <w:ilvl w:val="1"/>
          <w:numId w:val="24"/>
        </w:numPr>
        <w:tabs>
          <w:tab w:val="clear" w:pos="1440"/>
          <w:tab w:val="num" w:pos="1134"/>
        </w:tabs>
        <w:ind w:left="1134" w:hanging="567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Art. 18 RODO - prawo do żądania ograniczenia przetwarzania danych osobowych, o ile ograniczenie przetwarzania nie będzie skutkowało ograniczeniem przetwarzania danych osobowych do czasu zakończenia tego postępowania (art. 19 ust. 3 pzp)</w:t>
      </w:r>
    </w:p>
    <w:p w14:paraId="750F2D7E" w14:textId="77777777" w:rsidR="00962E47" w:rsidRPr="00696BBA" w:rsidRDefault="00962E47" w:rsidP="00641537">
      <w:pPr>
        <w:numPr>
          <w:ilvl w:val="0"/>
          <w:numId w:val="23"/>
        </w:numPr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W przypadku powzięcia informacji o niezgodnym z prawem przetwarzaniu w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 Pani/Pana danych osobowych, przysługuje Pani/Panu prawo wniesienia skargi do organu nadzorczego właściwego w sprawach ochrony danych osobowych.</w:t>
      </w:r>
    </w:p>
    <w:p w14:paraId="62512B2A" w14:textId="77777777" w:rsidR="00641537" w:rsidRPr="00696BBA" w:rsidRDefault="00641537" w:rsidP="00641537">
      <w:pPr>
        <w:numPr>
          <w:ilvl w:val="0"/>
          <w:numId w:val="23"/>
        </w:numPr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Pani/Pana dane osobowe nie będą transferowane do państw trzecich ani organizacji międzynarodowych. </w:t>
      </w:r>
    </w:p>
    <w:p w14:paraId="5EF1D5C7" w14:textId="77777777" w:rsidR="00641537" w:rsidRPr="00696BBA" w:rsidRDefault="00641537" w:rsidP="00641537">
      <w:pPr>
        <w:numPr>
          <w:ilvl w:val="0"/>
          <w:numId w:val="23"/>
        </w:numPr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Nie będzie Pani/Pan podlegać zautomatyzowanemu podejmowaniu decyzji, w tym profilowaniu.</w:t>
      </w:r>
    </w:p>
    <w:p w14:paraId="7EA3263B" w14:textId="77777777" w:rsidR="00641537" w:rsidRPr="00696BBA" w:rsidRDefault="00641537" w:rsidP="00C71EBC">
      <w:pPr>
        <w:pStyle w:val="Akapitzlist"/>
        <w:numPr>
          <w:ilvl w:val="0"/>
          <w:numId w:val="23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Pani/Pana</w:t>
      </w:r>
      <w:r w:rsidR="00C71EBC" w:rsidRPr="00696BBA">
        <w:rPr>
          <w:rFonts w:asciiTheme="minorHAnsi" w:hAnsiTheme="minorHAnsi" w:cstheme="minorHAnsi"/>
          <w:sz w:val="21"/>
          <w:szCs w:val="21"/>
        </w:rPr>
        <w:t xml:space="preserve"> dane osobowe </w:t>
      </w:r>
      <w:r w:rsidRPr="00696BBA">
        <w:rPr>
          <w:rFonts w:asciiTheme="minorHAnsi" w:hAnsiTheme="minorHAnsi" w:cstheme="minorHAnsi"/>
          <w:sz w:val="21"/>
          <w:szCs w:val="21"/>
        </w:rPr>
        <w:t xml:space="preserve">otrzymujemy od </w:t>
      </w:r>
      <w:r w:rsidR="00DF0DEA" w:rsidRPr="00696BBA">
        <w:rPr>
          <w:rFonts w:asciiTheme="minorHAnsi" w:hAnsiTheme="minorHAnsi" w:cstheme="minorHAnsi"/>
          <w:sz w:val="21"/>
          <w:szCs w:val="21"/>
        </w:rPr>
        <w:t>Pani/Pana bezpośrednio albo od Pani/Pana Pracodawcy/podmiotu</w:t>
      </w:r>
      <w:r w:rsidR="00962E47" w:rsidRPr="00696BBA">
        <w:rPr>
          <w:rFonts w:asciiTheme="minorHAnsi" w:hAnsiTheme="minorHAnsi" w:cstheme="minorHAnsi"/>
          <w:sz w:val="21"/>
          <w:szCs w:val="21"/>
        </w:rPr>
        <w:t>, którego Pani/Pan reprezentuje albo w którego imieniu Pani/Pan realizuje zawartą umowę</w:t>
      </w:r>
      <w:r w:rsidR="00C71EBC" w:rsidRPr="00696BBA">
        <w:rPr>
          <w:rFonts w:asciiTheme="minorHAnsi" w:hAnsiTheme="minorHAnsi" w:cstheme="minorHAnsi"/>
          <w:sz w:val="21"/>
          <w:szCs w:val="21"/>
        </w:rPr>
        <w:t>.</w:t>
      </w:r>
    </w:p>
    <w:p w14:paraId="53FE97B3" w14:textId="77777777" w:rsidR="00045B99" w:rsidRPr="00696BBA" w:rsidRDefault="00045B99" w:rsidP="00045B99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Przetwarzanie Pani/Pana danych osobowych przez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 może (w zależności od</w:t>
      </w:r>
      <w:r w:rsidR="00696BBA" w:rsidRPr="00696BBA">
        <w:rPr>
          <w:rFonts w:asciiTheme="minorHAnsi" w:hAnsiTheme="minorHAnsi" w:cstheme="minorHAnsi"/>
          <w:sz w:val="21"/>
          <w:szCs w:val="21"/>
        </w:rPr>
        <w:t xml:space="preserve"> przedmiotu i</w:t>
      </w:r>
      <w:r w:rsidRPr="00696BBA">
        <w:rPr>
          <w:rFonts w:asciiTheme="minorHAnsi" w:hAnsiTheme="minorHAnsi" w:cstheme="minorHAnsi"/>
          <w:sz w:val="21"/>
          <w:szCs w:val="21"/>
        </w:rPr>
        <w:t xml:space="preserve"> zakresu postępowania) obejmować dane osobowe niezbędne do realizacji umowy, tj.: imię, nazwisko, nazwa i adres firmy, NIP, stanowisko służbowe, adres poczty elektronicznej, nr telefonu, informacje o wykształceniu, doświadczeniu zawodowym, uprawnieniach oraz referencjach oferentów i ich personelu, dane zawarte w KRK, pełnomocnictwach (w tym PESEL, nr dokumentu tożsamości), podpisy.</w:t>
      </w:r>
    </w:p>
    <w:p w14:paraId="690E8804" w14:textId="77777777" w:rsidR="00333A59" w:rsidRPr="00696BBA" w:rsidRDefault="00045B99" w:rsidP="00BE088A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Dodatkowo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 przetwarzać będzie </w:t>
      </w:r>
      <w:r w:rsidR="003F763E" w:rsidRPr="00696BBA">
        <w:rPr>
          <w:rFonts w:asciiTheme="minorHAnsi" w:hAnsiTheme="minorHAnsi" w:cstheme="minorHAnsi"/>
          <w:sz w:val="21"/>
          <w:szCs w:val="21"/>
        </w:rPr>
        <w:t>dane osobowe niezbędne dla umożliwienia wstępu na teren NCBJ</w:t>
      </w:r>
      <w:r w:rsidR="006539EE">
        <w:rPr>
          <w:rFonts w:asciiTheme="minorHAnsi" w:hAnsiTheme="minorHAnsi" w:cstheme="minorHAnsi"/>
          <w:sz w:val="21"/>
          <w:szCs w:val="21"/>
        </w:rPr>
        <w:t>/POLATOM</w:t>
      </w:r>
      <w:r w:rsidR="003F763E" w:rsidRPr="00696BBA">
        <w:rPr>
          <w:rFonts w:asciiTheme="minorHAnsi" w:hAnsiTheme="minorHAnsi" w:cstheme="minorHAnsi"/>
          <w:sz w:val="21"/>
          <w:szCs w:val="21"/>
        </w:rPr>
        <w:t>, tj.: numer d</w:t>
      </w:r>
      <w:r w:rsidR="008527D1" w:rsidRPr="00696BBA">
        <w:rPr>
          <w:rFonts w:asciiTheme="minorHAnsi" w:hAnsiTheme="minorHAnsi" w:cstheme="minorHAnsi"/>
          <w:sz w:val="21"/>
          <w:szCs w:val="21"/>
        </w:rPr>
        <w:t>okument</w:t>
      </w:r>
      <w:r w:rsidR="003F763E" w:rsidRPr="00696BBA">
        <w:rPr>
          <w:rFonts w:asciiTheme="minorHAnsi" w:hAnsiTheme="minorHAnsi" w:cstheme="minorHAnsi"/>
          <w:sz w:val="21"/>
          <w:szCs w:val="21"/>
        </w:rPr>
        <w:t>u</w:t>
      </w:r>
      <w:r w:rsidR="008527D1" w:rsidRPr="00696BBA">
        <w:rPr>
          <w:rFonts w:asciiTheme="minorHAnsi" w:hAnsiTheme="minorHAnsi" w:cstheme="minorHAnsi"/>
          <w:sz w:val="21"/>
          <w:szCs w:val="21"/>
        </w:rPr>
        <w:t xml:space="preserve"> tożsamości</w:t>
      </w:r>
      <w:r w:rsidR="003F763E" w:rsidRPr="00696BBA">
        <w:rPr>
          <w:rFonts w:asciiTheme="minorHAnsi" w:hAnsiTheme="minorHAnsi" w:cstheme="minorHAnsi"/>
          <w:sz w:val="21"/>
          <w:szCs w:val="21"/>
        </w:rPr>
        <w:t xml:space="preserve"> i obywatelstwo cudzoziemca</w:t>
      </w:r>
      <w:r w:rsidRPr="00696BBA">
        <w:rPr>
          <w:rFonts w:asciiTheme="minorHAnsi" w:hAnsiTheme="minorHAnsi" w:cstheme="minorHAnsi"/>
          <w:sz w:val="21"/>
          <w:szCs w:val="21"/>
        </w:rPr>
        <w:t>, o ile wejście</w:t>
      </w:r>
      <w:r w:rsidR="004D15FD" w:rsidRPr="00696BBA">
        <w:rPr>
          <w:rFonts w:asciiTheme="minorHAnsi" w:hAnsiTheme="minorHAnsi" w:cstheme="minorHAnsi"/>
          <w:sz w:val="21"/>
          <w:szCs w:val="21"/>
        </w:rPr>
        <w:t>/wjazd</w:t>
      </w:r>
      <w:r w:rsidRPr="00696BBA">
        <w:rPr>
          <w:rFonts w:asciiTheme="minorHAnsi" w:hAnsiTheme="minorHAnsi" w:cstheme="minorHAnsi"/>
          <w:sz w:val="21"/>
          <w:szCs w:val="21"/>
        </w:rPr>
        <w:t xml:space="preserve"> na teren NCBJ</w:t>
      </w:r>
      <w:r w:rsidR="006539EE">
        <w:rPr>
          <w:rFonts w:asciiTheme="minorHAnsi" w:hAnsiTheme="minorHAnsi" w:cstheme="minorHAnsi"/>
          <w:sz w:val="21"/>
          <w:szCs w:val="21"/>
        </w:rPr>
        <w:t>/POLATOM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 będzie konieczne</w:t>
      </w:r>
      <w:r w:rsidR="00C71EBC" w:rsidRPr="00696BBA">
        <w:rPr>
          <w:rFonts w:asciiTheme="minorHAnsi" w:hAnsiTheme="minorHAnsi" w:cstheme="minorHAnsi"/>
          <w:sz w:val="21"/>
          <w:szCs w:val="21"/>
        </w:rPr>
        <w:t>.</w:t>
      </w:r>
      <w:r w:rsidR="00962E47" w:rsidRPr="00696BBA">
        <w:rPr>
          <w:rFonts w:asciiTheme="minorHAnsi" w:hAnsiTheme="minorHAnsi" w:cstheme="minorHAnsi"/>
          <w:sz w:val="21"/>
          <w:szCs w:val="21"/>
        </w:rPr>
        <w:t xml:space="preserve"> </w:t>
      </w:r>
    </w:p>
    <w:sectPr w:rsidR="00333A59" w:rsidRPr="00696BBA" w:rsidSect="00D2584A">
      <w:headerReference w:type="even" r:id="rId12"/>
      <w:headerReference w:type="default" r:id="rId13"/>
      <w:headerReference w:type="first" r:id="rId14"/>
      <w:pgSz w:w="11906" w:h="16838" w:code="9"/>
      <w:pgMar w:top="992" w:right="1418" w:bottom="1134" w:left="1418" w:header="567" w:footer="3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DB53C" w14:textId="77777777" w:rsidR="00DC4BEF" w:rsidRDefault="00DC4BEF">
      <w:r>
        <w:separator/>
      </w:r>
    </w:p>
  </w:endnote>
  <w:endnote w:type="continuationSeparator" w:id="0">
    <w:p w14:paraId="0DCF05D6" w14:textId="77777777" w:rsidR="00DC4BEF" w:rsidRDefault="00DC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4E10F" w14:textId="77777777" w:rsidR="00DC4BEF" w:rsidRDefault="00DC4BEF">
      <w:r>
        <w:separator/>
      </w:r>
    </w:p>
  </w:footnote>
  <w:footnote w:type="continuationSeparator" w:id="0">
    <w:p w14:paraId="282DF36B" w14:textId="77777777" w:rsidR="00DC4BEF" w:rsidRDefault="00DC4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21155" w14:textId="77777777" w:rsidR="000166C7" w:rsidRDefault="00A117B9">
    <w:pPr>
      <w:pStyle w:val="Nagwek"/>
    </w:pPr>
    <w:r>
      <w:rPr>
        <w:noProof/>
      </w:rPr>
      <w:pict w14:anchorId="409862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948266" o:spid="_x0000_s2049" type="#_x0000_t75" alt="tło 1" style="position:absolute;margin-left:0;margin-top:0;width:453.55pt;height:516.4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ło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9FEE" w14:textId="77777777" w:rsidR="002240D5" w:rsidRPr="002240D5" w:rsidRDefault="002240D5" w:rsidP="002240D5">
    <w:pPr>
      <w:pStyle w:val="Nagwek"/>
      <w:jc w:val="center"/>
      <w:rPr>
        <w:rFonts w:asciiTheme="minorHAnsi" w:hAnsi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A12EE" w14:textId="77777777" w:rsidR="006539EE" w:rsidRDefault="006539EE">
    <w:pPr>
      <w:pStyle w:val="Nagwek"/>
    </w:pPr>
  </w:p>
  <w:p w14:paraId="4A9515B8" w14:textId="77777777" w:rsidR="000166C7" w:rsidRDefault="00016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0D1"/>
    <w:multiLevelType w:val="hybridMultilevel"/>
    <w:tmpl w:val="CB761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F1284"/>
    <w:multiLevelType w:val="hybridMultilevel"/>
    <w:tmpl w:val="06868F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223FF"/>
    <w:multiLevelType w:val="hybridMultilevel"/>
    <w:tmpl w:val="2C6A3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3F6B"/>
    <w:multiLevelType w:val="hybridMultilevel"/>
    <w:tmpl w:val="63A2B4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62187"/>
    <w:multiLevelType w:val="hybridMultilevel"/>
    <w:tmpl w:val="67664D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863B1"/>
    <w:multiLevelType w:val="hybridMultilevel"/>
    <w:tmpl w:val="92680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509FF"/>
    <w:multiLevelType w:val="hybridMultilevel"/>
    <w:tmpl w:val="72F23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E60AE"/>
    <w:multiLevelType w:val="multilevel"/>
    <w:tmpl w:val="D7E06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864C31"/>
    <w:multiLevelType w:val="hybridMultilevel"/>
    <w:tmpl w:val="5D5893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355A92"/>
    <w:multiLevelType w:val="hybridMultilevel"/>
    <w:tmpl w:val="6BA29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45DE2"/>
    <w:multiLevelType w:val="hybridMultilevel"/>
    <w:tmpl w:val="E4C03D32"/>
    <w:lvl w:ilvl="0" w:tplc="01FEC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55376"/>
    <w:multiLevelType w:val="hybridMultilevel"/>
    <w:tmpl w:val="1D50D10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76A4ECC"/>
    <w:multiLevelType w:val="hybridMultilevel"/>
    <w:tmpl w:val="4490A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E4358"/>
    <w:multiLevelType w:val="hybridMultilevel"/>
    <w:tmpl w:val="A60EF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54606"/>
    <w:multiLevelType w:val="hybridMultilevel"/>
    <w:tmpl w:val="0C4C3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45281"/>
    <w:multiLevelType w:val="hybridMultilevel"/>
    <w:tmpl w:val="77F2E300"/>
    <w:lvl w:ilvl="0" w:tplc="21C024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79754E"/>
    <w:multiLevelType w:val="hybridMultilevel"/>
    <w:tmpl w:val="0B82D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03115"/>
    <w:multiLevelType w:val="hybridMultilevel"/>
    <w:tmpl w:val="81E6F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9359A"/>
    <w:multiLevelType w:val="hybridMultilevel"/>
    <w:tmpl w:val="2C0E75EE"/>
    <w:lvl w:ilvl="0" w:tplc="21C024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BA0CC3"/>
    <w:multiLevelType w:val="hybridMultilevel"/>
    <w:tmpl w:val="8378F5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F503A"/>
    <w:multiLevelType w:val="hybridMultilevel"/>
    <w:tmpl w:val="30848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03E44"/>
    <w:multiLevelType w:val="hybridMultilevel"/>
    <w:tmpl w:val="CE9CD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91F27"/>
    <w:multiLevelType w:val="hybridMultilevel"/>
    <w:tmpl w:val="A60EF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B027D1"/>
    <w:multiLevelType w:val="hybridMultilevel"/>
    <w:tmpl w:val="1B3AC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9375C"/>
    <w:multiLevelType w:val="multilevel"/>
    <w:tmpl w:val="212E2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5"/>
  </w:num>
  <w:num w:numId="3">
    <w:abstractNumId w:val="17"/>
  </w:num>
  <w:num w:numId="4">
    <w:abstractNumId w:val="0"/>
  </w:num>
  <w:num w:numId="5">
    <w:abstractNumId w:val="2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5"/>
  </w:num>
  <w:num w:numId="11">
    <w:abstractNumId w:val="13"/>
  </w:num>
  <w:num w:numId="12">
    <w:abstractNumId w:val="6"/>
  </w:num>
  <w:num w:numId="13">
    <w:abstractNumId w:val="11"/>
  </w:num>
  <w:num w:numId="14">
    <w:abstractNumId w:val="22"/>
  </w:num>
  <w:num w:numId="15">
    <w:abstractNumId w:val="16"/>
  </w:num>
  <w:num w:numId="16">
    <w:abstractNumId w:val="19"/>
  </w:num>
  <w:num w:numId="17">
    <w:abstractNumId w:val="1"/>
  </w:num>
  <w:num w:numId="18">
    <w:abstractNumId w:val="4"/>
  </w:num>
  <w:num w:numId="19">
    <w:abstractNumId w:val="14"/>
  </w:num>
  <w:num w:numId="20">
    <w:abstractNumId w:val="12"/>
  </w:num>
  <w:num w:numId="21">
    <w:abstractNumId w:val="20"/>
  </w:num>
  <w:num w:numId="22">
    <w:abstractNumId w:val="10"/>
  </w:num>
  <w:num w:numId="23">
    <w:abstractNumId w:val="7"/>
  </w:num>
  <w:num w:numId="24">
    <w:abstractNumId w:val="2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 style="mso-position-horizontal-relative:page;mso-position-vertical-relative:page;v-text-anchor:middle" o:allowincell="f" fill="f" fillcolor="white" stroke="f">
      <v:fill color="white" on="f"/>
      <v:stroke on="f"/>
      <v:textbox style="mso-fit-shape-to-text: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F1B"/>
    <w:rsid w:val="000135A2"/>
    <w:rsid w:val="00014E84"/>
    <w:rsid w:val="000166C7"/>
    <w:rsid w:val="00022AFF"/>
    <w:rsid w:val="000263FF"/>
    <w:rsid w:val="000264F3"/>
    <w:rsid w:val="0003280A"/>
    <w:rsid w:val="00045B99"/>
    <w:rsid w:val="000542A2"/>
    <w:rsid w:val="00061C1D"/>
    <w:rsid w:val="00067294"/>
    <w:rsid w:val="000715D0"/>
    <w:rsid w:val="00071E0D"/>
    <w:rsid w:val="000727C2"/>
    <w:rsid w:val="00075034"/>
    <w:rsid w:val="00087052"/>
    <w:rsid w:val="00095202"/>
    <w:rsid w:val="000A11EE"/>
    <w:rsid w:val="000B7C0D"/>
    <w:rsid w:val="000C32C9"/>
    <w:rsid w:val="000C76EB"/>
    <w:rsid w:val="000C7D5D"/>
    <w:rsid w:val="000E2F4A"/>
    <w:rsid w:val="000E46D9"/>
    <w:rsid w:val="000F267B"/>
    <w:rsid w:val="00100BDE"/>
    <w:rsid w:val="00104BE2"/>
    <w:rsid w:val="001263F7"/>
    <w:rsid w:val="001314B4"/>
    <w:rsid w:val="00131D55"/>
    <w:rsid w:val="00135BAF"/>
    <w:rsid w:val="00144135"/>
    <w:rsid w:val="00152AD2"/>
    <w:rsid w:val="00153F7E"/>
    <w:rsid w:val="00172496"/>
    <w:rsid w:val="00191E48"/>
    <w:rsid w:val="001A533C"/>
    <w:rsid w:val="001F4E90"/>
    <w:rsid w:val="00204A6B"/>
    <w:rsid w:val="00204D1F"/>
    <w:rsid w:val="00207E36"/>
    <w:rsid w:val="00220B1C"/>
    <w:rsid w:val="002240D5"/>
    <w:rsid w:val="00225F53"/>
    <w:rsid w:val="00235577"/>
    <w:rsid w:val="0023776F"/>
    <w:rsid w:val="002449FC"/>
    <w:rsid w:val="0024517F"/>
    <w:rsid w:val="002558B7"/>
    <w:rsid w:val="0026142F"/>
    <w:rsid w:val="00261C5A"/>
    <w:rsid w:val="002655B6"/>
    <w:rsid w:val="00265A33"/>
    <w:rsid w:val="00280ED1"/>
    <w:rsid w:val="00296D2E"/>
    <w:rsid w:val="002A44BF"/>
    <w:rsid w:val="002C3D4B"/>
    <w:rsid w:val="002C5AF7"/>
    <w:rsid w:val="002E20FA"/>
    <w:rsid w:val="002F68B1"/>
    <w:rsid w:val="00315A70"/>
    <w:rsid w:val="00316C90"/>
    <w:rsid w:val="00330289"/>
    <w:rsid w:val="00330CCF"/>
    <w:rsid w:val="00333A59"/>
    <w:rsid w:val="00335204"/>
    <w:rsid w:val="003443A3"/>
    <w:rsid w:val="0035775A"/>
    <w:rsid w:val="003928C1"/>
    <w:rsid w:val="003A59E3"/>
    <w:rsid w:val="003B2966"/>
    <w:rsid w:val="003C0D96"/>
    <w:rsid w:val="003D02DD"/>
    <w:rsid w:val="003D09E4"/>
    <w:rsid w:val="003E0EA3"/>
    <w:rsid w:val="003E1052"/>
    <w:rsid w:val="003E44CA"/>
    <w:rsid w:val="003E7133"/>
    <w:rsid w:val="003F10B5"/>
    <w:rsid w:val="003F5530"/>
    <w:rsid w:val="003F616C"/>
    <w:rsid w:val="003F6A3E"/>
    <w:rsid w:val="003F763E"/>
    <w:rsid w:val="00402FC0"/>
    <w:rsid w:val="004032A4"/>
    <w:rsid w:val="00424621"/>
    <w:rsid w:val="0044055B"/>
    <w:rsid w:val="004557E2"/>
    <w:rsid w:val="00463699"/>
    <w:rsid w:val="004676EF"/>
    <w:rsid w:val="00472178"/>
    <w:rsid w:val="004861D4"/>
    <w:rsid w:val="0049208F"/>
    <w:rsid w:val="004A07F0"/>
    <w:rsid w:val="004C1B3B"/>
    <w:rsid w:val="004D15FD"/>
    <w:rsid w:val="004D5F1B"/>
    <w:rsid w:val="004D7A41"/>
    <w:rsid w:val="004E0AE7"/>
    <w:rsid w:val="004F44E6"/>
    <w:rsid w:val="00514DAD"/>
    <w:rsid w:val="00520659"/>
    <w:rsid w:val="00525C50"/>
    <w:rsid w:val="00534DCD"/>
    <w:rsid w:val="00543FE4"/>
    <w:rsid w:val="00561504"/>
    <w:rsid w:val="00561FA6"/>
    <w:rsid w:val="00563CB8"/>
    <w:rsid w:val="005725F8"/>
    <w:rsid w:val="005747DE"/>
    <w:rsid w:val="00576248"/>
    <w:rsid w:val="00577993"/>
    <w:rsid w:val="005856C4"/>
    <w:rsid w:val="00585DC2"/>
    <w:rsid w:val="00587FC6"/>
    <w:rsid w:val="0059647D"/>
    <w:rsid w:val="005C61D0"/>
    <w:rsid w:val="005C6E9B"/>
    <w:rsid w:val="005E567C"/>
    <w:rsid w:val="005F4051"/>
    <w:rsid w:val="00611641"/>
    <w:rsid w:val="00627245"/>
    <w:rsid w:val="00640749"/>
    <w:rsid w:val="00641537"/>
    <w:rsid w:val="006539EE"/>
    <w:rsid w:val="00654C8B"/>
    <w:rsid w:val="00656A9B"/>
    <w:rsid w:val="006633D7"/>
    <w:rsid w:val="00663BF8"/>
    <w:rsid w:val="00665F1A"/>
    <w:rsid w:val="006663AC"/>
    <w:rsid w:val="006665B0"/>
    <w:rsid w:val="00696BBA"/>
    <w:rsid w:val="006D7E52"/>
    <w:rsid w:val="006E0903"/>
    <w:rsid w:val="006E4399"/>
    <w:rsid w:val="007038EB"/>
    <w:rsid w:val="00712FB2"/>
    <w:rsid w:val="0071542C"/>
    <w:rsid w:val="00725441"/>
    <w:rsid w:val="00736D3C"/>
    <w:rsid w:val="00737AB7"/>
    <w:rsid w:val="007414CF"/>
    <w:rsid w:val="00746CB8"/>
    <w:rsid w:val="007705B0"/>
    <w:rsid w:val="00771649"/>
    <w:rsid w:val="007901FE"/>
    <w:rsid w:val="00793CD5"/>
    <w:rsid w:val="007A1694"/>
    <w:rsid w:val="007A6EF9"/>
    <w:rsid w:val="007A7361"/>
    <w:rsid w:val="007B0E5D"/>
    <w:rsid w:val="007B17E8"/>
    <w:rsid w:val="007C4B42"/>
    <w:rsid w:val="007D4021"/>
    <w:rsid w:val="007E3715"/>
    <w:rsid w:val="007E6856"/>
    <w:rsid w:val="007F15F4"/>
    <w:rsid w:val="007F4191"/>
    <w:rsid w:val="008047C8"/>
    <w:rsid w:val="00807108"/>
    <w:rsid w:val="008247EC"/>
    <w:rsid w:val="0082768B"/>
    <w:rsid w:val="00830F4B"/>
    <w:rsid w:val="008351D1"/>
    <w:rsid w:val="00844681"/>
    <w:rsid w:val="008527D1"/>
    <w:rsid w:val="00853C09"/>
    <w:rsid w:val="00853F33"/>
    <w:rsid w:val="00870987"/>
    <w:rsid w:val="00873B06"/>
    <w:rsid w:val="008772F6"/>
    <w:rsid w:val="00881644"/>
    <w:rsid w:val="008844CC"/>
    <w:rsid w:val="00887521"/>
    <w:rsid w:val="00896903"/>
    <w:rsid w:val="008A0245"/>
    <w:rsid w:val="008A30BF"/>
    <w:rsid w:val="008B69A3"/>
    <w:rsid w:val="008B7443"/>
    <w:rsid w:val="008C67D1"/>
    <w:rsid w:val="008D0DCA"/>
    <w:rsid w:val="008E5DE2"/>
    <w:rsid w:val="008E6E74"/>
    <w:rsid w:val="008F1CD8"/>
    <w:rsid w:val="00920D58"/>
    <w:rsid w:val="0092125F"/>
    <w:rsid w:val="0092587C"/>
    <w:rsid w:val="009337AC"/>
    <w:rsid w:val="00933F00"/>
    <w:rsid w:val="00942C9F"/>
    <w:rsid w:val="00954247"/>
    <w:rsid w:val="00962E47"/>
    <w:rsid w:val="009A205D"/>
    <w:rsid w:val="009D0C9B"/>
    <w:rsid w:val="009E032F"/>
    <w:rsid w:val="009E1EFF"/>
    <w:rsid w:val="009F5645"/>
    <w:rsid w:val="009F731A"/>
    <w:rsid w:val="00A05254"/>
    <w:rsid w:val="00A10B42"/>
    <w:rsid w:val="00A117B9"/>
    <w:rsid w:val="00A176FA"/>
    <w:rsid w:val="00A207D9"/>
    <w:rsid w:val="00A2182E"/>
    <w:rsid w:val="00A51D42"/>
    <w:rsid w:val="00A56922"/>
    <w:rsid w:val="00A629A3"/>
    <w:rsid w:val="00A63280"/>
    <w:rsid w:val="00A70E90"/>
    <w:rsid w:val="00A84352"/>
    <w:rsid w:val="00A90C75"/>
    <w:rsid w:val="00AA52B0"/>
    <w:rsid w:val="00AB4A1A"/>
    <w:rsid w:val="00AC362C"/>
    <w:rsid w:val="00AC55C3"/>
    <w:rsid w:val="00AC6330"/>
    <w:rsid w:val="00AD093E"/>
    <w:rsid w:val="00AD3451"/>
    <w:rsid w:val="00AD3792"/>
    <w:rsid w:val="00AD4534"/>
    <w:rsid w:val="00AD57C5"/>
    <w:rsid w:val="00AD6807"/>
    <w:rsid w:val="00AE56BE"/>
    <w:rsid w:val="00AF37C3"/>
    <w:rsid w:val="00B13331"/>
    <w:rsid w:val="00B133E0"/>
    <w:rsid w:val="00B13C72"/>
    <w:rsid w:val="00B2255A"/>
    <w:rsid w:val="00B268A0"/>
    <w:rsid w:val="00B26936"/>
    <w:rsid w:val="00B44510"/>
    <w:rsid w:val="00B47158"/>
    <w:rsid w:val="00B52D2D"/>
    <w:rsid w:val="00B53AA2"/>
    <w:rsid w:val="00B61231"/>
    <w:rsid w:val="00B62723"/>
    <w:rsid w:val="00B67B70"/>
    <w:rsid w:val="00B72C77"/>
    <w:rsid w:val="00B74C9D"/>
    <w:rsid w:val="00B76840"/>
    <w:rsid w:val="00B768B7"/>
    <w:rsid w:val="00B86868"/>
    <w:rsid w:val="00BA5530"/>
    <w:rsid w:val="00BA6B74"/>
    <w:rsid w:val="00BB7D90"/>
    <w:rsid w:val="00BD736B"/>
    <w:rsid w:val="00BD7696"/>
    <w:rsid w:val="00BF136D"/>
    <w:rsid w:val="00C00B10"/>
    <w:rsid w:val="00C305E3"/>
    <w:rsid w:val="00C46334"/>
    <w:rsid w:val="00C47FC0"/>
    <w:rsid w:val="00C500F1"/>
    <w:rsid w:val="00C53237"/>
    <w:rsid w:val="00C60FCA"/>
    <w:rsid w:val="00C66367"/>
    <w:rsid w:val="00C71157"/>
    <w:rsid w:val="00C71EBC"/>
    <w:rsid w:val="00C74AE0"/>
    <w:rsid w:val="00C76553"/>
    <w:rsid w:val="00C7745F"/>
    <w:rsid w:val="00C8712F"/>
    <w:rsid w:val="00C904AB"/>
    <w:rsid w:val="00CA2B50"/>
    <w:rsid w:val="00CB1DFE"/>
    <w:rsid w:val="00CB25A3"/>
    <w:rsid w:val="00CB3A6E"/>
    <w:rsid w:val="00CB7847"/>
    <w:rsid w:val="00CC0CDB"/>
    <w:rsid w:val="00CE379A"/>
    <w:rsid w:val="00CF63A7"/>
    <w:rsid w:val="00D016A6"/>
    <w:rsid w:val="00D04685"/>
    <w:rsid w:val="00D17AB0"/>
    <w:rsid w:val="00D22CDD"/>
    <w:rsid w:val="00D2584A"/>
    <w:rsid w:val="00D42B6C"/>
    <w:rsid w:val="00D43F91"/>
    <w:rsid w:val="00D56A1C"/>
    <w:rsid w:val="00D61C72"/>
    <w:rsid w:val="00D65EF4"/>
    <w:rsid w:val="00D66BEF"/>
    <w:rsid w:val="00D76F41"/>
    <w:rsid w:val="00DA6B3F"/>
    <w:rsid w:val="00DA76B3"/>
    <w:rsid w:val="00DB7183"/>
    <w:rsid w:val="00DC4BEF"/>
    <w:rsid w:val="00DC7EF5"/>
    <w:rsid w:val="00DD7EC4"/>
    <w:rsid w:val="00DF0DEA"/>
    <w:rsid w:val="00DF66FA"/>
    <w:rsid w:val="00E24292"/>
    <w:rsid w:val="00E33025"/>
    <w:rsid w:val="00E458CD"/>
    <w:rsid w:val="00E54CB2"/>
    <w:rsid w:val="00E67D39"/>
    <w:rsid w:val="00E74EC5"/>
    <w:rsid w:val="00E776A2"/>
    <w:rsid w:val="00EA70D4"/>
    <w:rsid w:val="00EA7FE5"/>
    <w:rsid w:val="00EC679E"/>
    <w:rsid w:val="00EC76F8"/>
    <w:rsid w:val="00ED25CE"/>
    <w:rsid w:val="00EE334C"/>
    <w:rsid w:val="00EE52D9"/>
    <w:rsid w:val="00EE622C"/>
    <w:rsid w:val="00F030C7"/>
    <w:rsid w:val="00F11207"/>
    <w:rsid w:val="00F116EA"/>
    <w:rsid w:val="00F20E1E"/>
    <w:rsid w:val="00F56CD9"/>
    <w:rsid w:val="00F61255"/>
    <w:rsid w:val="00F61ECC"/>
    <w:rsid w:val="00F73BAC"/>
    <w:rsid w:val="00F84D05"/>
    <w:rsid w:val="00F903AE"/>
    <w:rsid w:val="00F929E8"/>
    <w:rsid w:val="00F93E10"/>
    <w:rsid w:val="00F95E87"/>
    <w:rsid w:val="00FA4E5C"/>
    <w:rsid w:val="00FB56B4"/>
    <w:rsid w:val="00FC4F15"/>
    <w:rsid w:val="00FE47A9"/>
    <w:rsid w:val="00FF33A4"/>
    <w:rsid w:val="00FF5D33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;v-text-anchor:middle" o:allowincell="f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217E2CDB"/>
  <w15:docId w15:val="{94631E14-2846-4E09-A25A-ACEE6E88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B74"/>
  </w:style>
  <w:style w:type="paragraph" w:styleId="Nagwek1">
    <w:name w:val="heading 1"/>
    <w:basedOn w:val="Default"/>
    <w:next w:val="Normalny"/>
    <w:link w:val="Nagwek1Znak"/>
    <w:uiPriority w:val="9"/>
    <w:qFormat/>
    <w:rsid w:val="009F5645"/>
    <w:pPr>
      <w:spacing w:line="276" w:lineRule="auto"/>
      <w:jc w:val="center"/>
      <w:outlineLvl w:val="0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3C7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3C72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rsid w:val="008A30BF"/>
    <w:pPr>
      <w:spacing w:before="100" w:beforeAutospacing="1" w:after="100" w:afterAutospacing="1"/>
    </w:pPr>
  </w:style>
  <w:style w:type="character" w:styleId="Pogrubienie">
    <w:name w:val="Strong"/>
    <w:qFormat/>
    <w:rsid w:val="008A30BF"/>
    <w:rPr>
      <w:b/>
      <w:bCs/>
    </w:rPr>
  </w:style>
  <w:style w:type="character" w:styleId="Uwydatnienie">
    <w:name w:val="Emphasis"/>
    <w:qFormat/>
    <w:rsid w:val="008A30BF"/>
    <w:rPr>
      <w:i/>
      <w:iCs/>
    </w:rPr>
  </w:style>
  <w:style w:type="character" w:styleId="Hipercze">
    <w:name w:val="Hyperlink"/>
    <w:rsid w:val="008A30B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27245"/>
    <w:pPr>
      <w:ind w:left="720"/>
      <w:contextualSpacing/>
    </w:pPr>
  </w:style>
  <w:style w:type="table" w:styleId="Tabela-Siatka">
    <w:name w:val="Table Grid"/>
    <w:basedOn w:val="Standardowy"/>
    <w:uiPriority w:val="39"/>
    <w:rsid w:val="00656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0F267B"/>
    <w:rPr>
      <w:sz w:val="24"/>
      <w:szCs w:val="24"/>
    </w:rPr>
  </w:style>
  <w:style w:type="character" w:styleId="Numerstrony">
    <w:name w:val="page number"/>
    <w:basedOn w:val="Domylnaczcionkaakapitu"/>
    <w:rsid w:val="00C53237"/>
  </w:style>
  <w:style w:type="character" w:customStyle="1" w:styleId="NagwekZnak">
    <w:name w:val="Nagłówek Znak"/>
    <w:link w:val="Nagwek"/>
    <w:uiPriority w:val="99"/>
    <w:rsid w:val="00022AF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A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22A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40D5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F5645"/>
    <w:rPr>
      <w:rFonts w:ascii="Arial" w:eastAsiaTheme="minorHAnsi" w:hAnsi="Arial" w:cs="Arial"/>
      <w:b/>
      <w:bCs/>
      <w:color w:val="000000"/>
      <w:sz w:val="22"/>
      <w:lang w:eastAsia="en-US"/>
    </w:rPr>
  </w:style>
  <w:style w:type="character" w:customStyle="1" w:styleId="fontstyle01">
    <w:name w:val="fontstyle01"/>
    <w:basedOn w:val="Domylnaczcionkaakapitu"/>
    <w:rsid w:val="00A70E9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2558B7"/>
    <w:rPr>
      <w:rFonts w:ascii="DejaVuSans-Bold" w:hAnsi="DejaVuSans-Bold" w:hint="default"/>
      <w:b/>
      <w:bCs/>
      <w:i w:val="0"/>
      <w:iCs w:val="0"/>
      <w:color w:val="000000"/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43F9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43F91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5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ncbj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yzewskap\AppData\Local\Microsoft\Windows\Temporary%20Internet%20Files\OLK9082\papier%20firmowy%20cis%20pl%20v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45DBC3A1C654DA322E1538D5EBFA0" ma:contentTypeVersion="3" ma:contentTypeDescription="Utwórz nowy dokument." ma:contentTypeScope="" ma:versionID="5a473d03d78a668e16be1b207e49db88">
  <xsd:schema xmlns:xsd="http://www.w3.org/2001/XMLSchema" xmlns:xs="http://www.w3.org/2001/XMLSchema" xmlns:p="http://schemas.microsoft.com/office/2006/metadata/properties" xmlns:ns2="2fb7fb8a-5941-44e4-b5cd-b5f268a63d78" targetNamespace="http://schemas.microsoft.com/office/2006/metadata/properties" ma:root="true" ma:fieldsID="b76d8c9c6e41d30bf7009d21b86c7be8" ns2:_="">
    <xsd:import namespace="2fb7fb8a-5941-44e4-b5cd-b5f268a63d78"/>
    <xsd:element name="properties">
      <xsd:complexType>
        <xsd:sequence>
          <xsd:element name="documentManagement">
            <xsd:complexType>
              <xsd:all>
                <xsd:element ref="ns2:Data_x0020_wydania" minOccurs="0"/>
                <xsd:element ref="ns2:Obowi_x0105_zuj_x0105_cy" minOccurs="0"/>
                <xsd:element ref="ns2:Typ_x0020_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b7fb8a-5941-44e4-b5cd-b5f268a63d78" elementFormDefault="qualified">
    <xsd:import namespace="http://schemas.microsoft.com/office/2006/documentManagement/types"/>
    <xsd:import namespace="http://schemas.microsoft.com/office/infopath/2007/PartnerControls"/>
    <xsd:element name="Data_x0020_wydania" ma:index="8" nillable="true" ma:displayName="Data wydania" ma:format="DateOnly" ma:internalName="Data_x0020_wydania">
      <xsd:simpleType>
        <xsd:restriction base="dms:DateTime"/>
      </xsd:simpleType>
    </xsd:element>
    <xsd:element name="Obowi_x0105_zuj_x0105_cy" ma:index="9" nillable="true" ma:displayName="Obowiązujący" ma:default="1" ma:internalName="Obowi_x0105_zuj_x0105_cy">
      <xsd:simpleType>
        <xsd:restriction base="dms:Boolean"/>
      </xsd:simpleType>
    </xsd:element>
    <xsd:element name="Typ_x0020_szablonu" ma:index="10" nillable="true" ma:displayName="Typ szablonu" ma:default="Papier firmowy" ma:format="Dropdown" ma:internalName="Typ_x0020_szablonu">
      <xsd:simpleType>
        <xsd:restriction base="dms:Choice">
          <xsd:enumeration value="Papier firmowy"/>
          <xsd:enumeration value="Wzór dokumentu"/>
          <xsd:enumeration value="Inny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_x0020_szablonu xmlns="2fb7fb8a-5941-44e4-b5cd-b5f268a63d78">Papier firmowy</Typ_x0020_szablonu>
    <Obowi_x0105_zuj_x0105_cy xmlns="2fb7fb8a-5941-44e4-b5cd-b5f268a63d78">true</Obowi_x0105_zuj_x0105_cy>
    <Data_x0020_wydania xmlns="2fb7fb8a-5941-44e4-b5cd-b5f268a63d78" xsi:nil="true"/>
  </documentManagement>
</p:properties>
</file>

<file path=customXml/itemProps1.xml><?xml version="1.0" encoding="utf-8"?>
<ds:datastoreItem xmlns:ds="http://schemas.openxmlformats.org/officeDocument/2006/customXml" ds:itemID="{8029FA27-7DF6-4530-BC2B-F069CF108B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4D212-E291-4F15-BA26-69F48B7BB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8D79D-201A-47B3-8176-3E70BD4CF3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b7fb8a-5941-44e4-b5cd-b5f268a63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AC32B4-96FD-4EAB-B372-9D9F1B0D4263}">
  <ds:schemaRefs>
    <ds:schemaRef ds:uri="http://schemas.microsoft.com/office/2006/metadata/properties"/>
    <ds:schemaRef ds:uri="http://schemas.microsoft.com/office/infopath/2007/PartnerControls"/>
    <ds:schemaRef ds:uri="2fb7fb8a-5941-44e4-b5cd-b5f268a63d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cis pl v2</Template>
  <TotalTime>10</TotalTime>
  <Pages>2</Pages>
  <Words>794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papier_firmowy_ncbj_ang_nowy</vt:lpstr>
    </vt:vector>
  </TitlesOfParts>
  <Company>IPJ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papier_firmowy_ncbj_ang_nowy</dc:title>
  <dc:creator>gryzewskap</dc:creator>
  <cp:lastModifiedBy>Magdalena Basaj</cp:lastModifiedBy>
  <cp:revision>4</cp:revision>
  <cp:lastPrinted>2022-02-28T11:51:00Z</cp:lastPrinted>
  <dcterms:created xsi:type="dcterms:W3CDTF">2025-01-17T10:54:00Z</dcterms:created>
  <dcterms:modified xsi:type="dcterms:W3CDTF">2025-07-24T07:15:00Z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0x0101008E945DBC3A1C654DA322E1538D5EBFA0</vt:lpwstr>
  </property>
</Properties>
</file>